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87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439"/>
      </w:tblGrid>
      <w:tr w:rsidR="00D40650" w:rsidRPr="009A0101" w14:paraId="7EA5A57B" w14:textId="77777777" w:rsidTr="005766BD">
        <w:trPr>
          <w:trHeight w:val="1905"/>
        </w:trPr>
        <w:tc>
          <w:tcPr>
            <w:tcW w:w="6350" w:type="dxa"/>
            <w:shd w:val="clear" w:color="auto" w:fill="auto"/>
          </w:tcPr>
          <w:p w14:paraId="5FCD60E6" w14:textId="77777777" w:rsidR="00D40650" w:rsidRPr="009A0101" w:rsidRDefault="00386C03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6ED1850D" w14:textId="77777777" w:rsidR="006059D5" w:rsidRDefault="006059D5" w:rsidP="006059D5">
      <w:pPr>
        <w:pStyle w:val="Default"/>
        <w:rPr>
          <w:rFonts w:eastAsia="SimSun"/>
          <w:color w:val="auto"/>
          <w:kern w:val="1"/>
          <w:lang w:eastAsia="zh-CN" w:bidi="hi-IN"/>
        </w:rPr>
      </w:pPr>
    </w:p>
    <w:p w14:paraId="77402873" w14:textId="42288F55" w:rsidR="00424ECA" w:rsidRPr="006059D5" w:rsidRDefault="00A030F9" w:rsidP="006059D5">
      <w:pPr>
        <w:pStyle w:val="Default"/>
        <w:rPr>
          <w:rFonts w:eastAsia="SimSun"/>
          <w:color w:val="auto"/>
          <w:kern w:val="1"/>
          <w:lang w:eastAsia="zh-CN" w:bidi="hi-IN"/>
        </w:rPr>
      </w:pPr>
      <w:r w:rsidRPr="00040B1E">
        <w:t>Tallinna Loomaaed</w:t>
      </w:r>
      <w:r>
        <w:tab/>
      </w:r>
      <w:r w:rsidR="00C0639D">
        <w:tab/>
      </w:r>
      <w:r w:rsidR="0004191C">
        <w:tab/>
      </w:r>
      <w:r w:rsidR="0004191C">
        <w:tab/>
      </w:r>
      <w:r w:rsidR="0004191C">
        <w:tab/>
      </w:r>
      <w:r w:rsidR="00BF3E90">
        <w:rPr>
          <w:bCs/>
          <w:noProof/>
        </w:rPr>
        <w:tab/>
      </w:r>
      <w:r w:rsidR="00424ECA" w:rsidRPr="00A06B76">
        <w:rPr>
          <w:bCs/>
          <w:noProof/>
        </w:rPr>
        <w:t xml:space="preserve">Meie </w:t>
      </w:r>
      <w:r>
        <w:rPr>
          <w:bCs/>
          <w:noProof/>
        </w:rPr>
        <w:t>0</w:t>
      </w:r>
      <w:r w:rsidR="00D52DAC">
        <w:rPr>
          <w:bCs/>
          <w:noProof/>
        </w:rPr>
        <w:t>8</w:t>
      </w:r>
      <w:r w:rsidR="006059D5">
        <w:rPr>
          <w:bCs/>
          <w:noProof/>
          <w:color w:val="000000" w:themeColor="text1"/>
        </w:rPr>
        <w:t>.</w:t>
      </w:r>
      <w:r>
        <w:rPr>
          <w:bCs/>
          <w:noProof/>
          <w:color w:val="000000" w:themeColor="text1"/>
        </w:rPr>
        <w:t>0</w:t>
      </w:r>
      <w:r w:rsidR="00BA0BAB">
        <w:rPr>
          <w:bCs/>
          <w:noProof/>
          <w:color w:val="000000" w:themeColor="text1"/>
        </w:rPr>
        <w:t>1</w:t>
      </w:r>
      <w:r w:rsidR="00B42C87">
        <w:rPr>
          <w:bCs/>
          <w:noProof/>
          <w:color w:val="000000" w:themeColor="text1"/>
        </w:rPr>
        <w:t>.202</w:t>
      </w:r>
      <w:r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4</w:t>
      </w:r>
    </w:p>
    <w:p w14:paraId="5A088BC0" w14:textId="77777777" w:rsidR="00A030F9" w:rsidRPr="008B5BEA" w:rsidRDefault="00A030F9" w:rsidP="00A030F9">
      <w:pPr>
        <w:pStyle w:val="Default"/>
        <w:rPr>
          <w:rStyle w:val="Hperlink"/>
          <w:color w:val="000000"/>
          <w:u w:val="none"/>
        </w:rPr>
      </w:pPr>
      <w:r w:rsidRPr="00A06B76">
        <w:t xml:space="preserve">e-post: </w:t>
      </w:r>
      <w:hyperlink r:id="rId9" w:history="1">
        <w:r w:rsidRPr="00D65A66">
          <w:rPr>
            <w:rStyle w:val="Hperlink"/>
          </w:rPr>
          <w:t>kunnar.korsten@tallinnzoo.ee</w:t>
        </w:r>
      </w:hyperlink>
      <w:r>
        <w:t xml:space="preserve"> </w:t>
      </w:r>
    </w:p>
    <w:p w14:paraId="14E62AE1" w14:textId="77777777" w:rsidR="00A030F9" w:rsidRDefault="00A030F9" w:rsidP="00A030F9">
      <w:pPr>
        <w:pStyle w:val="Default"/>
      </w:pPr>
      <w:r>
        <w:tab/>
      </w:r>
      <w:hyperlink r:id="rId10" w:history="1">
        <w:r w:rsidRPr="00D65A66">
          <w:rPr>
            <w:rStyle w:val="Hperlink"/>
          </w:rPr>
          <w:t>zoo@tallinnzoo.ee</w:t>
        </w:r>
      </w:hyperlink>
      <w:r>
        <w:t xml:space="preserve"> </w:t>
      </w:r>
    </w:p>
    <w:p w14:paraId="4062180E" w14:textId="77777777" w:rsidR="00B66BA3" w:rsidRPr="006B4DBF" w:rsidRDefault="00B66BA3" w:rsidP="00B66BA3">
      <w:pPr>
        <w:pStyle w:val="Default"/>
        <w:rPr>
          <w:noProof/>
        </w:rPr>
      </w:pPr>
    </w:p>
    <w:p w14:paraId="6FFDD991" w14:textId="77777777" w:rsidR="00345ACC" w:rsidRDefault="00345ACC" w:rsidP="00DC7754">
      <w:pPr>
        <w:spacing w:line="240" w:lineRule="auto"/>
        <w:ind w:right="-1"/>
        <w:rPr>
          <w:noProof/>
        </w:rPr>
      </w:pPr>
    </w:p>
    <w:p w14:paraId="5465CFD8" w14:textId="77777777" w:rsidR="00B24B76" w:rsidRPr="006B4DBF" w:rsidRDefault="00B24B76" w:rsidP="00DC7754">
      <w:pPr>
        <w:spacing w:line="240" w:lineRule="auto"/>
        <w:ind w:right="-1"/>
        <w:rPr>
          <w:noProof/>
        </w:rPr>
      </w:pPr>
    </w:p>
    <w:p w14:paraId="0530BB10" w14:textId="2F31C708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edastamise</w:t>
      </w:r>
      <w:r w:rsidRPr="006B4DBF">
        <w:rPr>
          <w:b/>
        </w:rPr>
        <w:t xml:space="preserve"> teade</w:t>
      </w:r>
    </w:p>
    <w:p w14:paraId="39850BE3" w14:textId="77777777" w:rsidR="00EC1D68" w:rsidRPr="006B4DBF" w:rsidRDefault="00EC1D68" w:rsidP="00EC1D68">
      <w:pPr>
        <w:pStyle w:val="Vahedeta"/>
        <w:rPr>
          <w:szCs w:val="24"/>
        </w:rPr>
      </w:pPr>
    </w:p>
    <w:p w14:paraId="61EBB14A" w14:textId="35E7E248" w:rsidR="00366ED0" w:rsidRDefault="0074645F" w:rsidP="00B24B76">
      <w:pPr>
        <w:spacing w:line="240" w:lineRule="auto"/>
        <w:ind w:right="-285"/>
      </w:pPr>
      <w:r>
        <w:rPr>
          <w:noProof/>
        </w:rPr>
        <w:t xml:space="preserve">Edastame </w:t>
      </w:r>
      <w:r w:rsidR="00C0639D">
        <w:rPr>
          <w:noProof/>
        </w:rPr>
        <w:t>T</w:t>
      </w:r>
      <w:r w:rsidR="00122EA4">
        <w:rPr>
          <w:noProof/>
        </w:rPr>
        <w:t>eile</w:t>
      </w:r>
      <w:r w:rsidR="00D52DAC">
        <w:rPr>
          <w:noProof/>
        </w:rPr>
        <w:t xml:space="preserve"> </w:t>
      </w:r>
      <w:bookmarkStart w:id="0" w:name="_Hlk155617945"/>
      <w:r w:rsidR="00A030F9" w:rsidRPr="00A030F9">
        <w:rPr>
          <w:b/>
          <w:bCs/>
        </w:rPr>
        <w:t xml:space="preserve">Vahvacon Eesti OÜ </w:t>
      </w:r>
      <w:bookmarkEnd w:id="0"/>
      <w:r w:rsidR="00424ECA" w:rsidRPr="006B4DBF">
        <w:t xml:space="preserve">vaidlustuse </w:t>
      </w:r>
      <w:r w:rsidR="00A030F9" w:rsidRPr="006543CD">
        <w:rPr>
          <w:bCs/>
          <w:noProof/>
          <w:color w:val="000000"/>
        </w:rPr>
        <w:t xml:space="preserve">Tallinna Loomaaia </w:t>
      </w:r>
      <w:r w:rsidR="00BA0BAB">
        <w:rPr>
          <w:bCs/>
        </w:rPr>
        <w:t xml:space="preserve">riigihankes </w:t>
      </w:r>
      <w:r w:rsidR="00BA0BAB" w:rsidRPr="00DA257B">
        <w:rPr>
          <w:bCs/>
        </w:rPr>
        <w:t>„</w:t>
      </w:r>
      <w:r w:rsidR="00A030F9" w:rsidRPr="006543CD">
        <w:rPr>
          <w:bCs/>
          <w:noProof/>
          <w:color w:val="000000"/>
        </w:rPr>
        <w:t>Troopikamaja B-korpuse ventilatsiooni- ja jahutussüsteemide projekteerimine“ (viitenumber 273166)</w:t>
      </w:r>
      <w:r w:rsidR="00B24B76">
        <w:rPr>
          <w:bCs/>
          <w:noProof/>
          <w:color w:val="000000"/>
        </w:rPr>
        <w:t xml:space="preserve"> </w:t>
      </w:r>
      <w:r w:rsidR="00B24B76" w:rsidRPr="006543CD">
        <w:rPr>
          <w:bCs/>
          <w:noProof/>
          <w:color w:val="000000"/>
        </w:rPr>
        <w:t xml:space="preserve">Tallinna Loomaaia </w:t>
      </w:r>
      <w:r w:rsidR="00C0639D" w:rsidRPr="00CE6FA7">
        <w:rPr>
          <w:rFonts w:eastAsia="Times New Roman"/>
        </w:rPr>
        <w:t>otsusele</w:t>
      </w:r>
      <w:r w:rsidR="00C0639D">
        <w:rPr>
          <w:rFonts w:eastAsia="Times New Roman"/>
        </w:rPr>
        <w:t xml:space="preserve"> </w:t>
      </w:r>
      <w:r w:rsidR="00A030F9">
        <w:rPr>
          <w:rFonts w:eastAsia="Times New Roman"/>
        </w:rPr>
        <w:t>lükata tagasi</w:t>
      </w:r>
      <w:r w:rsidR="00D52DAC">
        <w:t xml:space="preserve"> </w:t>
      </w:r>
      <w:r w:rsidR="00A030F9" w:rsidRPr="00A030F9">
        <w:t xml:space="preserve">Vahvacon Eesti OÜ </w:t>
      </w:r>
      <w:r w:rsidR="00A030F9">
        <w:t xml:space="preserve">pakkumus </w:t>
      </w:r>
      <w:r w:rsidR="00C474E9" w:rsidRPr="006B4DBF">
        <w:t>(</w:t>
      </w:r>
      <w:r w:rsidR="00AD458A">
        <w:t xml:space="preserve">vaidlustus </w:t>
      </w:r>
      <w:r w:rsidR="00A030F9">
        <w:t xml:space="preserve">ja parandatud vaidlustus </w:t>
      </w:r>
      <w:r w:rsidR="00C474E9" w:rsidRPr="006B4DBF">
        <w:t>lisatud)</w:t>
      </w:r>
      <w:r w:rsidR="00122EA4">
        <w:t>.</w:t>
      </w:r>
      <w:r w:rsidR="00366ED0">
        <w:t>Puudustega vaidlustuse esitamisest teavitasime hankijat 08.01.2024.</w:t>
      </w:r>
    </w:p>
    <w:p w14:paraId="7AEE82EB" w14:textId="53D6F58E" w:rsidR="0071684F" w:rsidRPr="006B4DBF" w:rsidRDefault="0071684F" w:rsidP="0071684F">
      <w:pPr>
        <w:widowControl/>
        <w:suppressAutoHyphens w:val="0"/>
        <w:spacing w:line="240" w:lineRule="auto"/>
      </w:pPr>
    </w:p>
    <w:p w14:paraId="50D416E9" w14:textId="2F5762B8" w:rsidR="00CE6FA7" w:rsidRPr="006B4DBF" w:rsidRDefault="000A538E" w:rsidP="000A538E">
      <w:pPr>
        <w:widowControl/>
        <w:suppressAutoHyphens w:val="0"/>
        <w:spacing w:line="240" w:lineRule="auto"/>
      </w:pPr>
      <w:r w:rsidRPr="006B4DBF">
        <w:t>RHS § 194 l</w:t>
      </w:r>
      <w:r w:rsidR="00B24B76">
        <w:t>g</w:t>
      </w:r>
      <w:r w:rsidRPr="006B4DBF">
        <w:t xml:space="preserve"> 5 alusel palume hankijal</w:t>
      </w:r>
      <w:r w:rsidR="003B6C12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A030F9">
        <w:rPr>
          <w:b/>
          <w:bCs/>
        </w:rPr>
        <w:t>1</w:t>
      </w:r>
      <w:r w:rsidR="00D52DAC">
        <w:rPr>
          <w:b/>
          <w:bCs/>
        </w:rPr>
        <w:t>1</w:t>
      </w:r>
      <w:r w:rsidR="00B42C87" w:rsidRPr="002F373C">
        <w:rPr>
          <w:b/>
          <w:bCs/>
        </w:rPr>
        <w:t>.</w:t>
      </w:r>
      <w:r w:rsidR="00A030F9">
        <w:rPr>
          <w:b/>
          <w:bCs/>
        </w:rPr>
        <w:t>0</w:t>
      </w:r>
      <w:r w:rsidR="00BA0BAB">
        <w:rPr>
          <w:b/>
          <w:bCs/>
        </w:rPr>
        <w:t>1</w:t>
      </w:r>
      <w:r w:rsidR="00B42C87" w:rsidRPr="002F373C">
        <w:rPr>
          <w:b/>
          <w:bCs/>
        </w:rPr>
        <w:t>.202</w:t>
      </w:r>
      <w:r w:rsidR="00A030F9">
        <w:rPr>
          <w:b/>
          <w:bCs/>
        </w:rPr>
        <w:t>4</w:t>
      </w:r>
      <w:r w:rsidRPr="002F373C">
        <w:t>, esitada Riigihangete vaidlustuskomisjonile kirjalik vastus vaidlustuse kohta ning kõik vaidlustuse lahendamiseks vajalikud dokumendid, mis pole kättesaadavad riigihangete registrist.</w:t>
      </w:r>
      <w:r w:rsidR="00D52DAC" w:rsidRPr="00D52DAC">
        <w:t xml:space="preserve"> </w:t>
      </w:r>
      <w:r w:rsidR="00D52DAC" w:rsidRPr="002F373C">
        <w:t xml:space="preserve">Samuti palume selgelt </w:t>
      </w:r>
      <w:r w:rsidR="00D52DAC" w:rsidRPr="006B4DBF">
        <w:t>eristada menetlusosaliste ärisaladust sisaldavaid andmeid ja dokumente (olemasolul).</w:t>
      </w:r>
    </w:p>
    <w:p w14:paraId="7FB09053" w14:textId="5B637BE1" w:rsidR="0071684F" w:rsidRPr="006B4DB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459C6B0B" w14:textId="77777777" w:rsidR="00B42C87" w:rsidRDefault="00B42C87" w:rsidP="00A660C5">
      <w:pPr>
        <w:pStyle w:val="Vahedeta"/>
        <w:rPr>
          <w:szCs w:val="24"/>
        </w:rPr>
      </w:pPr>
    </w:p>
    <w:p w14:paraId="411A0FB1" w14:textId="77777777" w:rsidR="00B24B76" w:rsidRDefault="00B24B76" w:rsidP="00A660C5">
      <w:pPr>
        <w:pStyle w:val="Vahedeta"/>
        <w:rPr>
          <w:szCs w:val="24"/>
        </w:rPr>
      </w:pPr>
    </w:p>
    <w:p w14:paraId="14B84B42" w14:textId="77777777" w:rsidR="008826B7" w:rsidRPr="006B4DBF" w:rsidRDefault="008826B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051F7528" w14:textId="77777777" w:rsidR="00B42C87" w:rsidRPr="002F373C" w:rsidRDefault="00B42C87" w:rsidP="00A660C5">
      <w:pPr>
        <w:pStyle w:val="Vahedeta"/>
        <w:rPr>
          <w:szCs w:val="24"/>
        </w:rPr>
      </w:pPr>
    </w:p>
    <w:p w14:paraId="545D696C" w14:textId="489748DE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>Lisa</w:t>
      </w:r>
      <w:r w:rsidR="00EB4305">
        <w:rPr>
          <w:szCs w:val="24"/>
        </w:rPr>
        <w:t>d</w:t>
      </w:r>
      <w:r w:rsidRPr="002F373C">
        <w:rPr>
          <w:szCs w:val="24"/>
        </w:rPr>
        <w:t xml:space="preserve">: </w:t>
      </w:r>
      <w:r w:rsidR="002E4A54" w:rsidRPr="002F373C">
        <w:rPr>
          <w:szCs w:val="24"/>
        </w:rPr>
        <w:t>vaidlustus</w:t>
      </w:r>
      <w:r w:rsidR="00D269B4">
        <w:rPr>
          <w:szCs w:val="24"/>
        </w:rPr>
        <w:t>, vaidlustuskomisjoni kiri vaidlustajale</w:t>
      </w:r>
      <w:r w:rsidR="00E14681">
        <w:rPr>
          <w:szCs w:val="24"/>
        </w:rPr>
        <w:t xml:space="preserve"> ja parandatud vaidlustus</w:t>
      </w:r>
      <w:r w:rsidR="001012FD">
        <w:rPr>
          <w:szCs w:val="24"/>
        </w:rPr>
        <w:t xml:space="preserve"> </w:t>
      </w:r>
    </w:p>
    <w:p w14:paraId="313FD59E" w14:textId="77777777" w:rsidR="00AD458A" w:rsidRDefault="00AD458A" w:rsidP="00A660C5">
      <w:pPr>
        <w:pStyle w:val="Vahedeta"/>
        <w:rPr>
          <w:szCs w:val="24"/>
        </w:rPr>
      </w:pPr>
    </w:p>
    <w:p w14:paraId="60276C9B" w14:textId="77777777" w:rsidR="00D269B4" w:rsidRDefault="00D269B4" w:rsidP="00A660C5">
      <w:pPr>
        <w:pStyle w:val="Vahedeta"/>
        <w:rPr>
          <w:szCs w:val="24"/>
        </w:rPr>
      </w:pPr>
    </w:p>
    <w:p w14:paraId="021FF919" w14:textId="77777777" w:rsidR="00D269B4" w:rsidRPr="002F373C" w:rsidRDefault="00D269B4" w:rsidP="00A660C5">
      <w:pPr>
        <w:pStyle w:val="Vahedeta"/>
        <w:rPr>
          <w:szCs w:val="24"/>
        </w:rPr>
      </w:pPr>
    </w:p>
    <w:p w14:paraId="298E9179" w14:textId="1DD6DCE1" w:rsidR="0004191C" w:rsidRDefault="0072643B" w:rsidP="00B24B76">
      <w:pPr>
        <w:pStyle w:val="Default"/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</w:t>
      </w:r>
      <w:r w:rsidR="005766BD">
        <w:rPr>
          <w:color w:val="auto"/>
        </w:rPr>
        <w:t xml:space="preserve">esindaja </w:t>
      </w:r>
      <w:r w:rsidR="00E14681" w:rsidRPr="00E14681">
        <w:rPr>
          <w:color w:val="auto"/>
        </w:rPr>
        <w:t>Aleksandr Spitsõn</w:t>
      </w:r>
      <w:r w:rsidR="00B24B76">
        <w:rPr>
          <w:color w:val="auto"/>
        </w:rPr>
        <w:t xml:space="preserve"> </w:t>
      </w:r>
      <w:hyperlink r:id="rId11" w:history="1">
        <w:r w:rsidR="00B24B76" w:rsidRPr="00425710">
          <w:rPr>
            <w:rStyle w:val="Hperlink"/>
          </w:rPr>
          <w:t>aleksandr.spitson@vahvacon.fi</w:t>
        </w:r>
      </w:hyperlink>
    </w:p>
    <w:p w14:paraId="7887A167" w14:textId="77777777" w:rsidR="00B24B76" w:rsidRDefault="00B24B76" w:rsidP="00B24B76">
      <w:pPr>
        <w:pStyle w:val="Default"/>
      </w:pPr>
    </w:p>
    <w:p w14:paraId="3DE175EE" w14:textId="77777777" w:rsidR="00D52DAC" w:rsidRDefault="00D52DAC" w:rsidP="00BA0BAB">
      <w:pPr>
        <w:pStyle w:val="Vahedeta"/>
        <w:rPr>
          <w:rFonts w:cs="Times New Roman"/>
          <w:szCs w:val="24"/>
        </w:rPr>
      </w:pPr>
    </w:p>
    <w:p w14:paraId="37C07F5A" w14:textId="77777777" w:rsidR="00B24B76" w:rsidRDefault="00B24B76" w:rsidP="00BA0BAB">
      <w:pPr>
        <w:pStyle w:val="Vahedeta"/>
        <w:rPr>
          <w:rFonts w:cs="Times New Roman"/>
          <w:szCs w:val="24"/>
        </w:rPr>
      </w:pPr>
    </w:p>
    <w:p w14:paraId="0168CDEE" w14:textId="77777777" w:rsidR="00B24B76" w:rsidRDefault="00B24B76" w:rsidP="00BA0BAB">
      <w:pPr>
        <w:pStyle w:val="Vahedeta"/>
        <w:rPr>
          <w:rFonts w:cs="Times New Roman"/>
          <w:szCs w:val="24"/>
        </w:rPr>
      </w:pPr>
    </w:p>
    <w:p w14:paraId="14AEA3D5" w14:textId="77777777" w:rsidR="00B24B76" w:rsidRDefault="00B24B76" w:rsidP="00BA0BAB">
      <w:pPr>
        <w:pStyle w:val="Vahedeta"/>
        <w:rPr>
          <w:rFonts w:cs="Times New Roman"/>
          <w:szCs w:val="24"/>
        </w:rPr>
      </w:pPr>
    </w:p>
    <w:p w14:paraId="0223BEC1" w14:textId="77777777" w:rsidR="00D52DAC" w:rsidRDefault="00D52DAC" w:rsidP="00BA0BAB">
      <w:pPr>
        <w:pStyle w:val="Vahedeta"/>
        <w:rPr>
          <w:rFonts w:cs="Times New Roman"/>
          <w:szCs w:val="24"/>
        </w:rPr>
      </w:pPr>
    </w:p>
    <w:p w14:paraId="6846F019" w14:textId="77777777" w:rsidR="00B24B76" w:rsidRDefault="00BA0BAB" w:rsidP="00BA0BAB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5BC32DC5" w14:textId="0924EA8E" w:rsidR="00BA0BAB" w:rsidRPr="00AB3240" w:rsidRDefault="00EB4305" w:rsidP="00BA0BAB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2" w:history="1">
        <w:r w:rsidR="00BA0BAB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BA0BAB" w:rsidRPr="00AB3240" w:rsidSect="005766BD">
      <w:footerReference w:type="default" r:id="rId13"/>
      <w:footerReference w:type="first" r:id="rId14"/>
      <w:pgSz w:w="11906" w:h="16838" w:code="9"/>
      <w:pgMar w:top="907" w:right="1274" w:bottom="1276" w:left="1814" w:header="896" w:footer="63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 serif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1014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40EDF"/>
    <w:rsid w:val="0004191C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C3F"/>
    <w:rsid w:val="00056FFA"/>
    <w:rsid w:val="00060947"/>
    <w:rsid w:val="000616B3"/>
    <w:rsid w:val="000656EC"/>
    <w:rsid w:val="00066645"/>
    <w:rsid w:val="000673CE"/>
    <w:rsid w:val="00067ACA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84B"/>
    <w:rsid w:val="001160A5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A20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26B2"/>
    <w:rsid w:val="00222C53"/>
    <w:rsid w:val="002238B4"/>
    <w:rsid w:val="00225654"/>
    <w:rsid w:val="00226A6C"/>
    <w:rsid w:val="00226D12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66ED0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C12"/>
    <w:rsid w:val="003B6F85"/>
    <w:rsid w:val="003B7C7E"/>
    <w:rsid w:val="003C0AB6"/>
    <w:rsid w:val="003C2298"/>
    <w:rsid w:val="003C2639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66B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F2D44"/>
    <w:rsid w:val="005F3068"/>
    <w:rsid w:val="005F3EFF"/>
    <w:rsid w:val="005F6FFE"/>
    <w:rsid w:val="005F77BA"/>
    <w:rsid w:val="00601CBE"/>
    <w:rsid w:val="00602834"/>
    <w:rsid w:val="00603E50"/>
    <w:rsid w:val="006059D5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45F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203A"/>
    <w:rsid w:val="00773800"/>
    <w:rsid w:val="00774EA2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45E8"/>
    <w:rsid w:val="008477CA"/>
    <w:rsid w:val="00852EEA"/>
    <w:rsid w:val="00856E81"/>
    <w:rsid w:val="00857226"/>
    <w:rsid w:val="0086239B"/>
    <w:rsid w:val="0086259E"/>
    <w:rsid w:val="00866C17"/>
    <w:rsid w:val="00873BBB"/>
    <w:rsid w:val="00877762"/>
    <w:rsid w:val="008826B7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A030F9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D458A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DF7"/>
    <w:rsid w:val="00B24B76"/>
    <w:rsid w:val="00B27E06"/>
    <w:rsid w:val="00B322AC"/>
    <w:rsid w:val="00B35804"/>
    <w:rsid w:val="00B4049B"/>
    <w:rsid w:val="00B40844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0BAB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2DD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639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69B4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DAC"/>
    <w:rsid w:val="00D55D39"/>
    <w:rsid w:val="00D66BBA"/>
    <w:rsid w:val="00D6787F"/>
    <w:rsid w:val="00D70AF8"/>
    <w:rsid w:val="00D70DDB"/>
    <w:rsid w:val="00D72E8C"/>
    <w:rsid w:val="00D73027"/>
    <w:rsid w:val="00D7415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681"/>
    <w:rsid w:val="00E14BC0"/>
    <w:rsid w:val="00E17EE3"/>
    <w:rsid w:val="00E21272"/>
    <w:rsid w:val="00E2159F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50E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05"/>
    <w:rsid w:val="00EB4350"/>
    <w:rsid w:val="00EC1D68"/>
    <w:rsid w:val="00EC3127"/>
    <w:rsid w:val="00EC7EF6"/>
    <w:rsid w:val="00ED19CC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EBA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419E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customStyle="1" w:styleId="Lahendamatamainimine6">
    <w:name w:val="Lahendamata mainimine6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BA0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ksandr.spitson@vahvacon.f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oo@tallinnzoo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nar.korsten@tallinnzoo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95E612C-8C03-4CAD-B7E4-DA049BCD8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14</TotalTime>
  <Pages>1</Pages>
  <Words>221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6</cp:revision>
  <cp:lastPrinted>2022-12-05T10:58:00Z</cp:lastPrinted>
  <dcterms:created xsi:type="dcterms:W3CDTF">2024-01-08T12:56:00Z</dcterms:created>
  <dcterms:modified xsi:type="dcterms:W3CDTF">2024-01-08T13:08:00Z</dcterms:modified>
</cp:coreProperties>
</file>